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790" w:rsidRDefault="00FE1790"/>
    <w:sectPr w:rsidR="00FE17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val="bestFit"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60"/>
    <w:rsid w:val="00002D57"/>
    <w:rsid w:val="000240FF"/>
    <w:rsid w:val="00025396"/>
    <w:rsid w:val="000C5BE9"/>
    <w:rsid w:val="000C7F15"/>
    <w:rsid w:val="000D322F"/>
    <w:rsid w:val="001674BB"/>
    <w:rsid w:val="001A1B3D"/>
    <w:rsid w:val="001E06F6"/>
    <w:rsid w:val="001F063E"/>
    <w:rsid w:val="00211F60"/>
    <w:rsid w:val="003C5D77"/>
    <w:rsid w:val="004A599E"/>
    <w:rsid w:val="004D1DE4"/>
    <w:rsid w:val="005C069E"/>
    <w:rsid w:val="005C49F1"/>
    <w:rsid w:val="005E2698"/>
    <w:rsid w:val="006170C3"/>
    <w:rsid w:val="006345B3"/>
    <w:rsid w:val="00641F8A"/>
    <w:rsid w:val="006740F6"/>
    <w:rsid w:val="00687815"/>
    <w:rsid w:val="006E46FD"/>
    <w:rsid w:val="00714915"/>
    <w:rsid w:val="00787C72"/>
    <w:rsid w:val="007C5486"/>
    <w:rsid w:val="007D716C"/>
    <w:rsid w:val="008A627A"/>
    <w:rsid w:val="009511E0"/>
    <w:rsid w:val="00961552"/>
    <w:rsid w:val="00976C4E"/>
    <w:rsid w:val="009D3B1E"/>
    <w:rsid w:val="00AA5DEE"/>
    <w:rsid w:val="00B61784"/>
    <w:rsid w:val="00BC2ED3"/>
    <w:rsid w:val="00CF6818"/>
    <w:rsid w:val="00D36E2C"/>
    <w:rsid w:val="00DF10F8"/>
    <w:rsid w:val="00E04849"/>
    <w:rsid w:val="00E1183C"/>
    <w:rsid w:val="00ED4784"/>
    <w:rsid w:val="00F0201A"/>
    <w:rsid w:val="00F71B44"/>
    <w:rsid w:val="00FE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F41FFDC-FE2F-48D8-9B74-49E50FBB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WordToRqm</Template>
  <TotalTime>0</TotalTime>
  <Pages>1</Pages>
  <Words>0</Words>
  <Characters>0</Characters>
  <Application>Microsoft Office Word</Application>
  <DocSecurity>4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Sybase, Inc.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kouadou</dc:creator>
  <cp:keywords/>
  <dc:description/>
  <cp:lastModifiedBy>I'm pooh</cp:lastModifiedBy>
  <cp:revision>2</cp:revision>
  <dcterms:created xsi:type="dcterms:W3CDTF">2020-06-06T13:02:00Z</dcterms:created>
  <dcterms:modified xsi:type="dcterms:W3CDTF">2020-06-06T13:02:00Z</dcterms:modified>
</cp:coreProperties>
</file>